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663300">
    <v:background id="_x0000_s1025" o:bwmode="white" fillcolor="#630">
      <v:fill r:id="rId4" o:title="Walnut" type="tile"/>
    </v:background>
  </w:background>
  <w:body>
    <w:p w:rsidR="006911D3" w:rsidRDefault="000D6C39" w:rsidP="006911D3">
      <w:pPr>
        <w:rPr>
          <w:noProof/>
          <w:lang w:eastAsia="en-NZ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4266DD" wp14:editId="36711556">
                <wp:simplePos x="0" y="0"/>
                <wp:positionH relativeFrom="column">
                  <wp:posOffset>1545465</wp:posOffset>
                </wp:positionH>
                <wp:positionV relativeFrom="paragraph">
                  <wp:posOffset>141668</wp:posOffset>
                </wp:positionV>
                <wp:extent cx="875763" cy="312357"/>
                <wp:effectExtent l="0" t="19050" r="38735" b="31115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763" cy="312357"/>
                        </a:xfrm>
                        <a:prstGeom prst="rightArrow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121.7pt;margin-top:11.15pt;width:68.95pt;height:2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" adj="17748" fillcolor="#7030a0" strokecolor="black [3213]" strokeweight="2pt"/>
            </w:pict>
          </mc:Fallback>
        </mc:AlternateContent>
      </w:r>
      <w:r w:rsidR="008600BB" w:rsidRPr="008600B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C510C" wp14:editId="29CDF3CE">
                <wp:simplePos x="0" y="0"/>
                <wp:positionH relativeFrom="column">
                  <wp:posOffset>-35122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12700" b="222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BC1" w:rsidRPr="008600BB" w:rsidRDefault="00EC5BC1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8600BB">
                              <w:rPr>
                                <w:rFonts w:ascii="Arial Black" w:hAnsi="Arial Black"/>
                              </w:rPr>
                              <w:t>The Waves/ Mist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75pt;margin-top:0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">
                <v:textbox style="mso-fit-shape-to-text:t">
                  <w:txbxContent>
                    <w:p w:rsidR="00EC5BC1" w:rsidRPr="008600BB" w:rsidRDefault="00EC5BC1">
                      <w:pPr>
                        <w:rPr>
                          <w:rFonts w:ascii="Arial Black" w:hAnsi="Arial Black"/>
                        </w:rPr>
                      </w:pPr>
                      <w:r w:rsidRPr="008600BB">
                        <w:rPr>
                          <w:rFonts w:ascii="Arial Black" w:hAnsi="Arial Black"/>
                        </w:rPr>
                        <w:t>The Waves/ Mist</w:t>
                      </w:r>
                    </w:p>
                  </w:txbxContent>
                </v:textbox>
              </v:shape>
            </w:pict>
          </mc:Fallback>
        </mc:AlternateContent>
      </w:r>
      <w:r w:rsidR="008600B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EF363" wp14:editId="219BF6BB">
                <wp:simplePos x="0" y="0"/>
                <wp:positionH relativeFrom="column">
                  <wp:posOffset>-2540</wp:posOffset>
                </wp:positionH>
                <wp:positionV relativeFrom="paragraph">
                  <wp:posOffset>669290</wp:posOffset>
                </wp:positionV>
                <wp:extent cx="958850" cy="308610"/>
                <wp:effectExtent l="0" t="0" r="1270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BC1" w:rsidRPr="008F305A" w:rsidRDefault="00EC5BC1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8F305A">
                              <w:rPr>
                                <w:rFonts w:ascii="Arial Black" w:hAnsi="Arial Black"/>
                              </w:rPr>
                              <w:t>The Ships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.2pt;margin-top:52.7pt;width:75.5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">
                <v:textbox>
                  <w:txbxContent>
                    <w:p w:rsidR="008F305A" w:rsidRPr="008F305A" w:rsidRDefault="008F305A">
                      <w:pPr>
                        <w:rPr>
                          <w:rFonts w:ascii="Arial Black" w:hAnsi="Arial Black"/>
                        </w:rPr>
                      </w:pPr>
                      <w:r w:rsidRPr="008F305A">
                        <w:rPr>
                          <w:rFonts w:ascii="Arial Black" w:hAnsi="Arial Black"/>
                        </w:rPr>
                        <w:t>The Ships</w:t>
                      </w:r>
                    </w:p>
                  </w:txbxContent>
                </v:textbox>
              </v:shape>
            </w:pict>
          </mc:Fallback>
        </mc:AlternateContent>
      </w:r>
      <w:r w:rsidR="008600BB">
        <w:rPr>
          <w:noProof/>
          <w:lang w:eastAsia="en-NZ"/>
        </w:rPr>
        <w:drawing>
          <wp:inline distT="0" distB="0" distL="0" distR="0" wp14:anchorId="77552EA2" wp14:editId="19EB00BA">
            <wp:extent cx="2182969" cy="1636997"/>
            <wp:effectExtent l="0" t="0" r="8255" b="1905"/>
            <wp:docPr id="2" name="Picture 2" descr="S:\Year6\room10\Mrs Winstone\Production photos\IMG_7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Year6\room10\Mrs Winstone\Production photos\IMG_75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26" cy="1637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00BB">
        <w:rPr>
          <w:noProof/>
          <w:lang w:eastAsia="en-NZ"/>
        </w:rPr>
        <w:t xml:space="preserve">  </w:t>
      </w:r>
      <w:r w:rsidR="008600BB">
        <w:rPr>
          <w:noProof/>
          <w:lang w:eastAsia="en-NZ"/>
        </w:rPr>
        <w:drawing>
          <wp:inline distT="0" distB="0" distL="0" distR="0" wp14:anchorId="6787AD6B" wp14:editId="5B14D782">
            <wp:extent cx="3065603" cy="2298879"/>
            <wp:effectExtent l="0" t="0" r="1905" b="6350"/>
            <wp:docPr id="4" name="Picture 4" descr="S:\Year6\room10\Mrs Winstone\Production photos\IMG_7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:\Year6\room10\Mrs Winstone\Production photos\IMG_75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912" cy="2302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C39" w:rsidRDefault="00EA6F83" w:rsidP="006911D3">
      <w:pPr>
        <w:rPr>
          <w:noProof/>
          <w:lang w:eastAsia="en-NZ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943CA5" wp14:editId="37E74C00">
                <wp:simplePos x="0" y="0"/>
                <wp:positionH relativeFrom="column">
                  <wp:posOffset>2536548</wp:posOffset>
                </wp:positionH>
                <wp:positionV relativeFrom="paragraph">
                  <wp:posOffset>871220</wp:posOffset>
                </wp:positionV>
                <wp:extent cx="785612" cy="231819"/>
                <wp:effectExtent l="0" t="19050" r="33655" b="34925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612" cy="231819"/>
                        </a:xfrm>
                        <a:prstGeom prst="rightArrow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6" o:spid="_x0000_s1026" type="#_x0000_t13" style="position:absolute;margin-left:199.75pt;margin-top:68.6pt;width:61.85pt;height:1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" adj="18413" fillcolor="#7030a0" strokecolor="black [3213]" strokeweight="2pt"/>
            </w:pict>
          </mc:Fallback>
        </mc:AlternateContent>
      </w:r>
      <w:r w:rsidRPr="000D6C3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5B6F78" wp14:editId="31D035C5">
                <wp:simplePos x="0" y="0"/>
                <wp:positionH relativeFrom="column">
                  <wp:posOffset>1319530</wp:posOffset>
                </wp:positionH>
                <wp:positionV relativeFrom="paragraph">
                  <wp:posOffset>1905</wp:posOffset>
                </wp:positionV>
                <wp:extent cx="720725" cy="1712595"/>
                <wp:effectExtent l="0" t="0" r="22225" b="209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171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BC1" w:rsidRPr="000D6C39" w:rsidRDefault="00EC5BC1" w:rsidP="00EA6F83">
                            <w:pPr>
                              <w:spacing w:line="240" w:lineRule="auto"/>
                              <w:rPr>
                                <w:rFonts w:ascii="Arial Black" w:hAnsi="Arial Black"/>
                              </w:rPr>
                            </w:pPr>
                            <w:r w:rsidRPr="000D6C39">
                              <w:rPr>
                                <w:rFonts w:ascii="Arial Black" w:hAnsi="Arial Black"/>
                              </w:rPr>
                              <w:t>The Girls Dance Skirts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3.9pt;margin-top:.15pt;width:56.75pt;height:134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">
                <v:textbox>
                  <w:txbxContent>
                    <w:p w:rsidR="00EA6F83" w:rsidRPr="000D6C39" w:rsidRDefault="00EA6F83" w:rsidP="00EA6F83">
                      <w:pPr>
                        <w:spacing w:line="240" w:lineRule="auto"/>
                        <w:rPr>
                          <w:rFonts w:ascii="Arial Black" w:hAnsi="Arial Black"/>
                        </w:rPr>
                      </w:pPr>
                      <w:r w:rsidRPr="000D6C39">
                        <w:rPr>
                          <w:rFonts w:ascii="Arial Black" w:hAnsi="Arial Black"/>
                        </w:rPr>
                        <w:t>The Girls Dance Skirts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ABA4FB" wp14:editId="22E4DF91">
                <wp:simplePos x="0" y="0"/>
                <wp:positionH relativeFrom="column">
                  <wp:posOffset>1114425</wp:posOffset>
                </wp:positionH>
                <wp:positionV relativeFrom="paragraph">
                  <wp:posOffset>1674987</wp:posOffset>
                </wp:positionV>
                <wp:extent cx="926465" cy="199390"/>
                <wp:effectExtent l="0" t="0" r="26035" b="10160"/>
                <wp:wrapNone/>
                <wp:docPr id="9" name="Lef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199390"/>
                        </a:xfrm>
                        <a:prstGeom prst="leftArrow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9" o:spid="_x0000_s1026" type="#_x0000_t66" style="position:absolute;margin-left:87.75pt;margin-top:131.9pt;width:72.95pt;height:15.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" adj="2324" fillcolor="#7030a0" strokecolor="black [3213]" strokeweight="2pt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6181DC" wp14:editId="54BFBA00">
                <wp:simplePos x="0" y="0"/>
                <wp:positionH relativeFrom="column">
                  <wp:posOffset>2041301</wp:posOffset>
                </wp:positionH>
                <wp:positionV relativeFrom="paragraph">
                  <wp:posOffset>2415</wp:posOffset>
                </wp:positionV>
                <wp:extent cx="1127125" cy="1873876"/>
                <wp:effectExtent l="0" t="0" r="15875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125" cy="18738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BC1" w:rsidRPr="00EA6F83" w:rsidRDefault="00EC5BC1" w:rsidP="00EA6F83">
                            <w:pPr>
                              <w:spacing w:line="240" w:lineRule="auto"/>
                              <w:rPr>
                                <w:rFonts w:ascii="Arial Black" w:hAnsi="Arial Black"/>
                              </w:rPr>
                            </w:pPr>
                            <w:r w:rsidRPr="00EA6F83">
                              <w:rPr>
                                <w:rFonts w:ascii="Arial Black" w:hAnsi="Arial Black"/>
                              </w:rPr>
                              <w:t>Book Art/Altered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 Books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160.75pt;margin-top:.2pt;width:88.75pt;height:147.5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" fillcolor="white [3201]" strokeweight=".5pt">
                <v:textbox>
                  <w:txbxContent>
                    <w:p w:rsidR="00EA6F83" w:rsidRPr="00EA6F83" w:rsidRDefault="00EA6F83" w:rsidP="00EA6F83">
                      <w:pPr>
                        <w:spacing w:line="240" w:lineRule="auto"/>
                        <w:rPr>
                          <w:rFonts w:ascii="Arial Black" w:hAnsi="Arial Black"/>
                        </w:rPr>
                      </w:pPr>
                      <w:r w:rsidRPr="00EA6F83">
                        <w:rPr>
                          <w:rFonts w:ascii="Arial Black" w:hAnsi="Arial Black"/>
                        </w:rPr>
                        <w:t>Book Art/Altered</w:t>
                      </w:r>
                      <w:r>
                        <w:rPr>
                          <w:rFonts w:ascii="Arial Black" w:hAnsi="Arial Black"/>
                        </w:rPr>
                        <w:t xml:space="preserve"> Books</w:t>
                      </w:r>
                    </w:p>
                  </w:txbxContent>
                </v:textbox>
              </v:shape>
            </w:pict>
          </mc:Fallback>
        </mc:AlternateContent>
      </w:r>
      <w:r w:rsidR="000D6C39">
        <w:rPr>
          <w:noProof/>
          <w:lang w:eastAsia="en-NZ"/>
        </w:rPr>
        <w:drawing>
          <wp:inline distT="0" distB="0" distL="0" distR="0" wp14:anchorId="5A4F6D1D" wp14:editId="3419C694">
            <wp:extent cx="1313461" cy="1873877"/>
            <wp:effectExtent l="0" t="0" r="1270" b="0"/>
            <wp:docPr id="7" name="Picture 7" descr="S:\Year6\room10\Mrs Winstone\Production photos\IMG_7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Year6\room10\Mrs Winstone\Production photos\IMG_75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461" cy="1878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1D3">
        <w:rPr>
          <w:noProof/>
          <w:lang w:eastAsia="en-NZ"/>
        </w:rPr>
        <w:t xml:space="preserve">                                                           </w:t>
      </w:r>
      <w:r>
        <w:rPr>
          <w:noProof/>
          <w:lang w:eastAsia="en-NZ"/>
        </w:rPr>
        <w:drawing>
          <wp:inline distT="0" distB="0" distL="0" distR="0" wp14:anchorId="5BE3FBD3" wp14:editId="5440A23F">
            <wp:extent cx="2144333" cy="1872117"/>
            <wp:effectExtent l="0" t="0" r="8890" b="0"/>
            <wp:docPr id="12" name="Picture 12" descr="S:\Year6\room10\Mrs Winstone\Production photos\IMG_7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:\Year6\room10\Mrs Winstone\Production photos\IMG_756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023" cy="1875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F83" w:rsidRDefault="00EA6F83" w:rsidP="006911D3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9D277F" wp14:editId="7E012074">
                <wp:simplePos x="0" y="0"/>
                <wp:positionH relativeFrom="column">
                  <wp:posOffset>3213279</wp:posOffset>
                </wp:positionH>
                <wp:positionV relativeFrom="paragraph">
                  <wp:posOffset>49628</wp:posOffset>
                </wp:positionV>
                <wp:extent cx="2105696" cy="1358185"/>
                <wp:effectExtent l="0" t="0" r="27940" b="139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696" cy="1358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BC1" w:rsidRPr="00953DD5" w:rsidRDefault="00EC5BC1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953DD5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All of this Leading up to Meadowbank School Production 2012.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30" type="#_x0000_t202" style="position:absolute;margin-left:253pt;margin-top:3.9pt;width:165.8pt;height:106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" fillcolor="white [3201]" strokeweight=".5pt">
                <v:textbox>
                  <w:txbxContent>
                    <w:p w:rsidR="00EC5BC1" w:rsidRPr="00953DD5" w:rsidRDefault="00EC5BC1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953DD5">
                        <w:rPr>
                          <w:rFonts w:ascii="Arial Black" w:hAnsi="Arial Black"/>
                          <w:sz w:val="28"/>
                          <w:szCs w:val="28"/>
                        </w:rPr>
                        <w:t>All of this Leading up to Meadowbank School Production 2012.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4702DF" wp14:editId="1B45DAE3">
                <wp:simplePos x="0" y="0"/>
                <wp:positionH relativeFrom="column">
                  <wp:posOffset>1809750</wp:posOffset>
                </wp:positionH>
                <wp:positionV relativeFrom="paragraph">
                  <wp:posOffset>725063</wp:posOffset>
                </wp:positionV>
                <wp:extent cx="495023" cy="167425"/>
                <wp:effectExtent l="0" t="0" r="19685" b="23495"/>
                <wp:wrapNone/>
                <wp:docPr id="17" name="Lef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023" cy="167425"/>
                        </a:xfrm>
                        <a:prstGeom prst="leftArrow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 Arrow 17" o:spid="_x0000_s1026" type="#_x0000_t66" style="position:absolute;margin-left:142.5pt;margin-top:57.1pt;width:39pt;height:13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" adj="3653" fillcolor="#7030a0" strokecolor="black [3213]" strokeweight="2pt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EB00F1" wp14:editId="0F900C86">
                <wp:simplePos x="0" y="0"/>
                <wp:positionH relativeFrom="column">
                  <wp:posOffset>1964028</wp:posOffset>
                </wp:positionH>
                <wp:positionV relativeFrom="paragraph">
                  <wp:posOffset>-1887</wp:posOffset>
                </wp:positionV>
                <wp:extent cx="1120462" cy="1410237"/>
                <wp:effectExtent l="0" t="0" r="2286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462" cy="14102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BC1" w:rsidRPr="00953DD5" w:rsidRDefault="00EC5BC1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953DD5">
                              <w:rPr>
                                <w:rFonts w:ascii="Arial Black" w:hAnsi="Arial Black"/>
                              </w:rPr>
                              <w:t>Sustainable Coastlines Rubbish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1" type="#_x0000_t202" style="position:absolute;margin-left:154.65pt;margin-top:-.15pt;width:88.25pt;height:111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" fillcolor="white [3201]" strokeweight=".5pt">
                <v:textbox>
                  <w:txbxContent>
                    <w:p w:rsidR="00EA6F83" w:rsidRPr="00953DD5" w:rsidRDefault="00EA6F83">
                      <w:pPr>
                        <w:rPr>
                          <w:rFonts w:ascii="Arial Black" w:hAnsi="Arial Black"/>
                        </w:rPr>
                      </w:pPr>
                      <w:r w:rsidRPr="00953DD5">
                        <w:rPr>
                          <w:rFonts w:ascii="Arial Black" w:hAnsi="Arial Black"/>
                        </w:rPr>
                        <w:t>Sustainable Coastlines Rubbish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w:drawing>
          <wp:inline distT="0" distB="0" distL="0" distR="0" wp14:anchorId="243D2488" wp14:editId="58AF438E">
            <wp:extent cx="1880315" cy="1410038"/>
            <wp:effectExtent l="0" t="0" r="5715" b="0"/>
            <wp:docPr id="14" name="Picture 14" descr="S:\Year6\room10\Mrs Winstone\Production photos\IMG_7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Year6\room10\Mrs Winstone\Production photos\IMG_754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450" cy="141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1D3" w:rsidRDefault="00D93735" w:rsidP="004D2680">
      <w:pPr>
        <w:jc w:val="right"/>
      </w:pPr>
      <w:r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8AE999" wp14:editId="573071BE">
                <wp:simplePos x="0" y="0"/>
                <wp:positionH relativeFrom="column">
                  <wp:posOffset>5350707</wp:posOffset>
                </wp:positionH>
                <wp:positionV relativeFrom="paragraph">
                  <wp:posOffset>2086422</wp:posOffset>
                </wp:positionV>
                <wp:extent cx="379730" cy="508635"/>
                <wp:effectExtent l="0" t="0" r="20320" b="247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73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BC1" w:rsidRPr="00D93735" w:rsidRDefault="00EC5BC1" w:rsidP="00D93735">
                            <w:pPr>
                              <w:spacing w:after="0" w:line="240" w:lineRule="auto"/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</w:pPr>
                            <w:r w:rsidRPr="00D93735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By</w:t>
                            </w:r>
                          </w:p>
                          <w:p w:rsidR="00EC5BC1" w:rsidRPr="00D93735" w:rsidRDefault="00EC5BC1" w:rsidP="00D93735">
                            <w:pPr>
                              <w:spacing w:after="0" w:line="240" w:lineRule="auto"/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</w:pPr>
                            <w:r w:rsidRPr="00D93735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421.3pt;margin-top:164.3pt;width:29.9pt;height:4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" fillcolor="white [3201]" strokeweight=".5pt">
                <v:textbox>
                  <w:txbxContent>
                    <w:p w:rsidR="00EC5BC1" w:rsidRPr="00D93735" w:rsidRDefault="00EC5BC1" w:rsidP="00D93735">
                      <w:pPr>
                        <w:spacing w:after="0" w:line="240" w:lineRule="auto"/>
                        <w:rPr>
                          <w:rFonts w:ascii="Arial Black" w:hAnsi="Arial Black"/>
                          <w:sz w:val="20"/>
                          <w:szCs w:val="20"/>
                        </w:rPr>
                      </w:pPr>
                      <w:r w:rsidRPr="00D93735">
                        <w:rPr>
                          <w:rFonts w:ascii="Arial Black" w:hAnsi="Arial Black"/>
                          <w:sz w:val="20"/>
                          <w:szCs w:val="20"/>
                        </w:rPr>
                        <w:t>By</w:t>
                      </w:r>
                    </w:p>
                    <w:p w:rsidR="00EC5BC1" w:rsidRPr="00D93735" w:rsidRDefault="00EC5BC1" w:rsidP="00D93735">
                      <w:pPr>
                        <w:spacing w:after="0" w:line="240" w:lineRule="auto"/>
                        <w:rPr>
                          <w:rFonts w:ascii="Arial Black" w:hAnsi="Arial Black"/>
                          <w:sz w:val="20"/>
                          <w:szCs w:val="20"/>
                        </w:rPr>
                      </w:pPr>
                      <w:r w:rsidRPr="00D93735">
                        <w:rPr>
                          <w:rFonts w:ascii="Arial Black" w:hAnsi="Arial Black"/>
                          <w:sz w:val="20"/>
                          <w:szCs w:val="20"/>
                        </w:rPr>
                        <w:t>Tu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75648" behindDoc="1" locked="0" layoutInCell="1" allowOverlap="1" wp14:anchorId="78055FF3" wp14:editId="013EF6B3">
            <wp:simplePos x="0" y="0"/>
            <wp:positionH relativeFrom="column">
              <wp:posOffset>5730875</wp:posOffset>
            </wp:positionH>
            <wp:positionV relativeFrom="paragraph">
              <wp:posOffset>2086610</wp:posOffset>
            </wp:positionV>
            <wp:extent cx="914400" cy="662940"/>
            <wp:effectExtent l="0" t="0" r="0" b="3810"/>
            <wp:wrapNone/>
            <wp:docPr id="1" name="il_fi" descr="http://cdn.technicallyeasy.net/wp-content/uploads/2012/08/copyright-all-rights-reserved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.technicallyeasy.net/wp-content/uploads/2012/08/copyright-all-rights-reserved-log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6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B719D7" wp14:editId="58670FF1">
                <wp:simplePos x="0" y="0"/>
                <wp:positionH relativeFrom="column">
                  <wp:posOffset>32162</wp:posOffset>
                </wp:positionH>
                <wp:positionV relativeFrom="paragraph">
                  <wp:posOffset>635</wp:posOffset>
                </wp:positionV>
                <wp:extent cx="5318760" cy="314960"/>
                <wp:effectExtent l="0" t="0" r="15240" b="279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8760" cy="31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BC1" w:rsidRPr="00953DD5" w:rsidRDefault="00EC5BC1" w:rsidP="00953DD5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953DD5">
                              <w:rPr>
                                <w:rFonts w:ascii="Arial Black" w:hAnsi="Arial Black"/>
                              </w:rPr>
                              <w:t>A Night At The Museum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left:0;text-align:left;margin-left:2.55pt;margin-top:.05pt;width:418.8pt;height:24.8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" fillcolor="white [3201]" strokeweight=".5pt">
                <v:textbox>
                  <w:txbxContent>
                    <w:p w:rsidR="00EC5BC1" w:rsidRPr="00953DD5" w:rsidRDefault="00EC5BC1" w:rsidP="00953DD5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953DD5">
                        <w:rPr>
                          <w:rFonts w:ascii="Arial Black" w:hAnsi="Arial Black"/>
                        </w:rPr>
                        <w:t>A Night At The Museum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953DD5">
        <w:rPr>
          <w:noProof/>
          <w:lang w:eastAsia="en-NZ"/>
        </w:rPr>
        <w:drawing>
          <wp:inline distT="0" distB="0" distL="0" distR="0" wp14:anchorId="05A5B025" wp14:editId="40632CF8">
            <wp:extent cx="5318974" cy="2749639"/>
            <wp:effectExtent l="0" t="0" r="0" b="0"/>
            <wp:docPr id="19" name="Picture 19" descr="S:\Year6\room10\Mrs Winstone\Production photos\IMG_7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:\Year6\room10\Mrs Winstone\Production photos\IMG_766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619" cy="276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proofErr w:type="gramStart"/>
      <w:r w:rsidR="00953DD5" w:rsidRPr="004D2680">
        <w:rPr>
          <w:rFonts w:ascii="Arial Black" w:hAnsi="Arial Black"/>
          <w:color w:val="000000" w:themeColor="text1"/>
          <w:sz w:val="20"/>
          <w:szCs w:val="20"/>
        </w:rPr>
        <w:t>2.INC</w:t>
      </w:r>
      <w:proofErr w:type="gramEnd"/>
    </w:p>
    <w:sectPr w:rsidR="006911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05A"/>
    <w:rsid w:val="000D6C39"/>
    <w:rsid w:val="002A6EFD"/>
    <w:rsid w:val="0034240D"/>
    <w:rsid w:val="004D2680"/>
    <w:rsid w:val="006911D3"/>
    <w:rsid w:val="008600BB"/>
    <w:rsid w:val="008F305A"/>
    <w:rsid w:val="00953DD5"/>
    <w:rsid w:val="00B80B79"/>
    <w:rsid w:val="00D27CC0"/>
    <w:rsid w:val="00D93735"/>
    <w:rsid w:val="00E22B41"/>
    <w:rsid w:val="00EA6F83"/>
    <w:rsid w:val="00EC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31CD-0059-4245-BDE9-345B6386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536F613E</Template>
  <TotalTime>91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4</cp:revision>
  <dcterms:created xsi:type="dcterms:W3CDTF">2012-09-11T02:22:00Z</dcterms:created>
  <dcterms:modified xsi:type="dcterms:W3CDTF">2012-09-12T02:40:00Z</dcterms:modified>
</cp:coreProperties>
</file>